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492B473B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45101D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4E3D71EF" w14:textId="77777777" w:rsidR="00977055" w:rsidRDefault="00977055" w:rsidP="009348E2">
      <w:bookmarkStart w:id="0" w:name="_GoBack"/>
      <w:bookmarkEnd w:id="0"/>
    </w:p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05C82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14D7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214A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9721F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0F62"/>
    <w:rsid w:val="0045101D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60892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361D84"/>
  <w14:defaultImageDpi w14:val="32767"/>
  <w15:docId w15:val="{20F97874-717C-42DB-A121-0C5D12DA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5E6473-F87B-41DB-8CDD-8A27D1000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240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4</cp:revision>
  <cp:lastPrinted>2020-07-15T06:29:00Z</cp:lastPrinted>
  <dcterms:created xsi:type="dcterms:W3CDTF">2022-09-15T07:07:00Z</dcterms:created>
  <dcterms:modified xsi:type="dcterms:W3CDTF">2022-10-14T08:52:00Z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